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891" w:rsidRDefault="00001891">
      <w:bookmarkStart w:id="0" w:name="_GoBack"/>
      <w:bookmarkEnd w:id="0"/>
    </w:p>
    <w:p w:rsidR="007C784D" w:rsidRPr="007C784D" w:rsidRDefault="007C784D" w:rsidP="007C78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84D">
        <w:rPr>
          <w:rFonts w:ascii="Times New Roman" w:hAnsi="Times New Roman" w:cs="Times New Roman"/>
          <w:b/>
          <w:sz w:val="28"/>
          <w:szCs w:val="28"/>
        </w:rPr>
        <w:t>Отчёт</w:t>
      </w:r>
      <w:r w:rsidRPr="007C784D">
        <w:rPr>
          <w:rFonts w:ascii="Times New Roman" w:hAnsi="Times New Roman" w:cs="Times New Roman"/>
          <w:b/>
          <w:sz w:val="28"/>
          <w:szCs w:val="28"/>
        </w:rPr>
        <w:br/>
        <w:t>по итогам мониторинга проведения Дня единых действий, в память о геноциде советского народа нацистами и их пособниками в годы Великой Отечественной войны</w:t>
      </w:r>
    </w:p>
    <w:p w:rsidR="007C784D" w:rsidRPr="007C784D" w:rsidRDefault="007C784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C784D" w:rsidRPr="007C784D" w:rsidTr="007C784D"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84D">
              <w:rPr>
                <w:rFonts w:ascii="Times New Roman" w:hAnsi="Times New Roman" w:cs="Times New Roman"/>
                <w:b/>
                <w:sz w:val="28"/>
                <w:szCs w:val="28"/>
              </w:rPr>
              <w:t>Субъект Российской Федерации</w:t>
            </w:r>
          </w:p>
        </w:tc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784D" w:rsidRPr="007C784D" w:rsidTr="007C784D">
        <w:tc>
          <w:tcPr>
            <w:tcW w:w="3115" w:type="dxa"/>
          </w:tcPr>
          <w:p w:rsidR="007C784D" w:rsidRPr="007C784D" w:rsidRDefault="007C784D" w:rsidP="007C7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84D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специалист органа местного самоуправления/ государственного учреждения</w:t>
            </w:r>
          </w:p>
        </w:tc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84D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84D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</w:tc>
      </w:tr>
      <w:tr w:rsidR="007C784D" w:rsidRPr="007C784D" w:rsidTr="007C784D"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84D" w:rsidRPr="007C784D" w:rsidTr="007C784D"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84D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</w:t>
            </w:r>
            <w:r w:rsidRPr="007C78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(кол-во)</w:t>
            </w:r>
          </w:p>
        </w:tc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84D">
              <w:rPr>
                <w:rFonts w:ascii="Times New Roman" w:hAnsi="Times New Roman" w:cs="Times New Roman"/>
                <w:b/>
                <w:sz w:val="28"/>
                <w:szCs w:val="28"/>
              </w:rPr>
              <w:t>Классы (курсы), принявших участие в Днях единых действий</w:t>
            </w:r>
          </w:p>
        </w:tc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8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Общее количество обучающихся, </w:t>
            </w:r>
            <w:r w:rsidRPr="007C784D">
              <w:rPr>
                <w:rFonts w:ascii="Times New Roman" w:hAnsi="Times New Roman" w:cs="Times New Roman"/>
                <w:b/>
                <w:sz w:val="28"/>
                <w:szCs w:val="28"/>
              </w:rPr>
              <w:t>принявших участие в Днях единых действий</w:t>
            </w:r>
          </w:p>
        </w:tc>
      </w:tr>
      <w:tr w:rsidR="007C784D" w:rsidRPr="007C784D" w:rsidTr="007C784D"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84D" w:rsidRPr="007C784D" w:rsidTr="007C784D"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84D" w:rsidRPr="007C784D" w:rsidTr="0095130E">
        <w:tc>
          <w:tcPr>
            <w:tcW w:w="9345" w:type="dxa"/>
            <w:gridSpan w:val="3"/>
          </w:tcPr>
          <w:p w:rsidR="007C784D" w:rsidRPr="007C784D" w:rsidRDefault="007C7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84D">
              <w:rPr>
                <w:rFonts w:ascii="Times New Roman" w:hAnsi="Times New Roman" w:cs="Times New Roman"/>
                <w:b/>
                <w:sz w:val="28"/>
                <w:szCs w:val="28"/>
              </w:rPr>
              <w:t>Посещение региональных/ муниципальных выставок «Без срока давности»</w:t>
            </w:r>
          </w:p>
        </w:tc>
      </w:tr>
      <w:tr w:rsidR="007C784D" w:rsidRPr="007C784D" w:rsidTr="007C784D">
        <w:tc>
          <w:tcPr>
            <w:tcW w:w="3115" w:type="dxa"/>
          </w:tcPr>
          <w:p w:rsidR="007C784D" w:rsidRPr="007C784D" w:rsidRDefault="007C784D" w:rsidP="007C7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84D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</w:t>
            </w:r>
            <w:r w:rsidRPr="007C78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(кол-во)</w:t>
            </w:r>
          </w:p>
        </w:tc>
        <w:tc>
          <w:tcPr>
            <w:tcW w:w="3115" w:type="dxa"/>
          </w:tcPr>
          <w:p w:rsidR="007C784D" w:rsidRPr="007C784D" w:rsidRDefault="007C784D" w:rsidP="007C7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84D">
              <w:rPr>
                <w:rFonts w:ascii="Times New Roman" w:hAnsi="Times New Roman" w:cs="Times New Roman"/>
                <w:b/>
                <w:sz w:val="28"/>
                <w:szCs w:val="28"/>
              </w:rPr>
              <w:t>Классы (курсы), посетивших выставку</w:t>
            </w:r>
          </w:p>
        </w:tc>
        <w:tc>
          <w:tcPr>
            <w:tcW w:w="3115" w:type="dxa"/>
          </w:tcPr>
          <w:p w:rsidR="007C784D" w:rsidRPr="007C784D" w:rsidRDefault="007C784D" w:rsidP="007C78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8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Общее количество обучающихся, </w:t>
            </w:r>
            <w:r w:rsidRPr="007C784D">
              <w:rPr>
                <w:rFonts w:ascii="Times New Roman" w:hAnsi="Times New Roman" w:cs="Times New Roman"/>
                <w:b/>
                <w:sz w:val="28"/>
                <w:szCs w:val="28"/>
              </w:rPr>
              <w:t>посетивших выставку</w:t>
            </w:r>
          </w:p>
        </w:tc>
      </w:tr>
      <w:tr w:rsidR="007C784D" w:rsidRPr="007C784D" w:rsidTr="007C784D"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84D" w:rsidRPr="007C784D" w:rsidTr="007C784D"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7C784D" w:rsidRPr="007C784D" w:rsidRDefault="007C7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784D" w:rsidRPr="007C784D" w:rsidRDefault="007C784D">
      <w:pPr>
        <w:rPr>
          <w:sz w:val="28"/>
          <w:szCs w:val="28"/>
        </w:rPr>
      </w:pPr>
    </w:p>
    <w:p w:rsidR="007C784D" w:rsidRDefault="007C784D">
      <w:pPr>
        <w:rPr>
          <w:rFonts w:ascii="Times New Roman" w:hAnsi="Times New Roman" w:cs="Times New Roman"/>
          <w:sz w:val="20"/>
          <w:szCs w:val="20"/>
        </w:rPr>
      </w:pPr>
    </w:p>
    <w:p w:rsidR="007C784D" w:rsidRDefault="007C784D">
      <w:pPr>
        <w:rPr>
          <w:rFonts w:ascii="Times New Roman" w:hAnsi="Times New Roman" w:cs="Times New Roman"/>
          <w:sz w:val="20"/>
          <w:szCs w:val="20"/>
        </w:rPr>
      </w:pPr>
    </w:p>
    <w:p w:rsidR="007C784D" w:rsidRDefault="007C784D">
      <w:pPr>
        <w:rPr>
          <w:rFonts w:ascii="Times New Roman" w:hAnsi="Times New Roman" w:cs="Times New Roman"/>
          <w:sz w:val="20"/>
          <w:szCs w:val="20"/>
        </w:rPr>
      </w:pPr>
      <w:r w:rsidRPr="007C784D">
        <w:rPr>
          <w:rFonts w:ascii="Times New Roman" w:hAnsi="Times New Roman" w:cs="Times New Roman"/>
          <w:sz w:val="20"/>
          <w:szCs w:val="20"/>
        </w:rPr>
        <w:t xml:space="preserve">Руководитель </w:t>
      </w:r>
      <w:r>
        <w:rPr>
          <w:rFonts w:ascii="Times New Roman" w:hAnsi="Times New Roman" w:cs="Times New Roman"/>
          <w:sz w:val="20"/>
          <w:szCs w:val="20"/>
        </w:rPr>
        <w:br/>
      </w:r>
      <w:r w:rsidRPr="007C784D">
        <w:rPr>
          <w:rFonts w:ascii="Times New Roman" w:hAnsi="Times New Roman" w:cs="Times New Roman"/>
          <w:sz w:val="20"/>
          <w:szCs w:val="20"/>
        </w:rPr>
        <w:t xml:space="preserve">органа местного </w:t>
      </w:r>
      <w:proofErr w:type="gramStart"/>
      <w:r w:rsidRPr="007C784D">
        <w:rPr>
          <w:rFonts w:ascii="Times New Roman" w:hAnsi="Times New Roman" w:cs="Times New Roman"/>
          <w:sz w:val="20"/>
          <w:szCs w:val="20"/>
        </w:rPr>
        <w:t>самоуправления,</w:t>
      </w:r>
      <w:r>
        <w:rPr>
          <w:rFonts w:ascii="Times New Roman" w:hAnsi="Times New Roman" w:cs="Times New Roman"/>
          <w:sz w:val="20"/>
          <w:szCs w:val="20"/>
        </w:rPr>
        <w:br/>
      </w:r>
      <w:r w:rsidRPr="007C784D">
        <w:rPr>
          <w:rFonts w:ascii="Times New Roman" w:hAnsi="Times New Roman" w:cs="Times New Roman"/>
          <w:sz w:val="20"/>
          <w:szCs w:val="20"/>
        </w:rPr>
        <w:t>осуществляющего</w:t>
      </w:r>
      <w:proofErr w:type="gramEnd"/>
      <w:r w:rsidRPr="007C784D">
        <w:rPr>
          <w:rFonts w:ascii="Times New Roman" w:hAnsi="Times New Roman" w:cs="Times New Roman"/>
          <w:sz w:val="20"/>
          <w:szCs w:val="20"/>
        </w:rPr>
        <w:t xml:space="preserve"> управление в сфере образования</w:t>
      </w:r>
      <w:r>
        <w:rPr>
          <w:rFonts w:ascii="Times New Roman" w:hAnsi="Times New Roman" w:cs="Times New Roman"/>
          <w:sz w:val="20"/>
          <w:szCs w:val="20"/>
        </w:rPr>
        <w:tab/>
        <w:t xml:space="preserve">___________________________  </w:t>
      </w:r>
    </w:p>
    <w:p w:rsidR="007C784D" w:rsidRDefault="007C784D" w:rsidP="007C784D">
      <w:pPr>
        <w:ind w:left="495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</w:rPr>
        <w:t>расшифровка</w:t>
      </w:r>
      <w:proofErr w:type="gramEnd"/>
      <w:r>
        <w:rPr>
          <w:rFonts w:ascii="Times New Roman" w:hAnsi="Times New Roman" w:cs="Times New Roman"/>
          <w:sz w:val="20"/>
          <w:szCs w:val="20"/>
        </w:rPr>
        <w:t>)</w:t>
      </w:r>
    </w:p>
    <w:p w:rsidR="007C784D" w:rsidRDefault="007C784D" w:rsidP="007C784D">
      <w:pPr>
        <w:rPr>
          <w:rFonts w:ascii="Times New Roman" w:hAnsi="Times New Roman" w:cs="Times New Roman"/>
          <w:sz w:val="20"/>
          <w:szCs w:val="20"/>
        </w:rPr>
      </w:pPr>
    </w:p>
    <w:p w:rsidR="007C784D" w:rsidRDefault="007C784D" w:rsidP="007C784D">
      <w:pPr>
        <w:rPr>
          <w:rFonts w:ascii="Times New Roman" w:hAnsi="Times New Roman" w:cs="Times New Roman"/>
          <w:sz w:val="20"/>
          <w:szCs w:val="20"/>
        </w:rPr>
      </w:pPr>
    </w:p>
    <w:p w:rsidR="007C784D" w:rsidRDefault="007C784D" w:rsidP="007C784D">
      <w:pPr>
        <w:rPr>
          <w:rFonts w:ascii="Times New Roman" w:hAnsi="Times New Roman" w:cs="Times New Roman"/>
          <w:sz w:val="20"/>
          <w:szCs w:val="20"/>
        </w:rPr>
      </w:pPr>
    </w:p>
    <w:p w:rsidR="007C784D" w:rsidRPr="007C784D" w:rsidRDefault="007C784D" w:rsidP="007C78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МП</w:t>
      </w:r>
    </w:p>
    <w:sectPr w:rsidR="007C784D" w:rsidRPr="007C7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60E"/>
    <w:rsid w:val="000017BA"/>
    <w:rsid w:val="00001891"/>
    <w:rsid w:val="00010F09"/>
    <w:rsid w:val="00011857"/>
    <w:rsid w:val="00011EB1"/>
    <w:rsid w:val="000136D6"/>
    <w:rsid w:val="000148D2"/>
    <w:rsid w:val="000151CB"/>
    <w:rsid w:val="0001605B"/>
    <w:rsid w:val="00026D3F"/>
    <w:rsid w:val="0003183E"/>
    <w:rsid w:val="000327E4"/>
    <w:rsid w:val="00035A3B"/>
    <w:rsid w:val="000404FD"/>
    <w:rsid w:val="000500BB"/>
    <w:rsid w:val="0005194A"/>
    <w:rsid w:val="00051EA4"/>
    <w:rsid w:val="000525BA"/>
    <w:rsid w:val="00053382"/>
    <w:rsid w:val="0005401E"/>
    <w:rsid w:val="00054F7C"/>
    <w:rsid w:val="000568CA"/>
    <w:rsid w:val="00057982"/>
    <w:rsid w:val="00063A09"/>
    <w:rsid w:val="00073A1B"/>
    <w:rsid w:val="00077801"/>
    <w:rsid w:val="000820FB"/>
    <w:rsid w:val="000845F8"/>
    <w:rsid w:val="00084E07"/>
    <w:rsid w:val="00084E13"/>
    <w:rsid w:val="00087FBA"/>
    <w:rsid w:val="0009086D"/>
    <w:rsid w:val="00090CF9"/>
    <w:rsid w:val="00097246"/>
    <w:rsid w:val="00097257"/>
    <w:rsid w:val="000A12BD"/>
    <w:rsid w:val="000A25BE"/>
    <w:rsid w:val="000A6E02"/>
    <w:rsid w:val="000B0677"/>
    <w:rsid w:val="000B4415"/>
    <w:rsid w:val="000C0D26"/>
    <w:rsid w:val="000D142E"/>
    <w:rsid w:val="000D1AC2"/>
    <w:rsid w:val="000D7457"/>
    <w:rsid w:val="000E2380"/>
    <w:rsid w:val="000E451A"/>
    <w:rsid w:val="000E5C2A"/>
    <w:rsid w:val="000E5DBE"/>
    <w:rsid w:val="000F4AC8"/>
    <w:rsid w:val="000F5097"/>
    <w:rsid w:val="000F6F47"/>
    <w:rsid w:val="000F7021"/>
    <w:rsid w:val="000F79CF"/>
    <w:rsid w:val="000F7DB1"/>
    <w:rsid w:val="00101432"/>
    <w:rsid w:val="0010745C"/>
    <w:rsid w:val="00110822"/>
    <w:rsid w:val="001171AA"/>
    <w:rsid w:val="00117DC5"/>
    <w:rsid w:val="00117F66"/>
    <w:rsid w:val="0012031D"/>
    <w:rsid w:val="00123A2B"/>
    <w:rsid w:val="00124A06"/>
    <w:rsid w:val="001266C2"/>
    <w:rsid w:val="001325DC"/>
    <w:rsid w:val="00135761"/>
    <w:rsid w:val="00141F7C"/>
    <w:rsid w:val="00144A7A"/>
    <w:rsid w:val="00145B4C"/>
    <w:rsid w:val="00150CD6"/>
    <w:rsid w:val="001519E1"/>
    <w:rsid w:val="00153A01"/>
    <w:rsid w:val="00155601"/>
    <w:rsid w:val="00156BEF"/>
    <w:rsid w:val="00156D19"/>
    <w:rsid w:val="00161619"/>
    <w:rsid w:val="001623EB"/>
    <w:rsid w:val="00166CDD"/>
    <w:rsid w:val="00167812"/>
    <w:rsid w:val="00172D18"/>
    <w:rsid w:val="001761EF"/>
    <w:rsid w:val="00176A43"/>
    <w:rsid w:val="00177439"/>
    <w:rsid w:val="00180360"/>
    <w:rsid w:val="00180740"/>
    <w:rsid w:val="00180C40"/>
    <w:rsid w:val="00184652"/>
    <w:rsid w:val="00187590"/>
    <w:rsid w:val="00190237"/>
    <w:rsid w:val="00197E6B"/>
    <w:rsid w:val="001B2729"/>
    <w:rsid w:val="001B3E8F"/>
    <w:rsid w:val="001C688E"/>
    <w:rsid w:val="001C748A"/>
    <w:rsid w:val="001D08A8"/>
    <w:rsid w:val="001D09DA"/>
    <w:rsid w:val="001D0C64"/>
    <w:rsid w:val="001D1317"/>
    <w:rsid w:val="001D4562"/>
    <w:rsid w:val="001D5226"/>
    <w:rsid w:val="001D7729"/>
    <w:rsid w:val="001E2C7C"/>
    <w:rsid w:val="001E4151"/>
    <w:rsid w:val="001E578F"/>
    <w:rsid w:val="001E66E3"/>
    <w:rsid w:val="001F18EC"/>
    <w:rsid w:val="001F375E"/>
    <w:rsid w:val="001F6784"/>
    <w:rsid w:val="001F6CD2"/>
    <w:rsid w:val="0020009E"/>
    <w:rsid w:val="002014CB"/>
    <w:rsid w:val="00201ED1"/>
    <w:rsid w:val="002052A7"/>
    <w:rsid w:val="002058D6"/>
    <w:rsid w:val="00205CD5"/>
    <w:rsid w:val="00206263"/>
    <w:rsid w:val="00206519"/>
    <w:rsid w:val="00206E44"/>
    <w:rsid w:val="00207766"/>
    <w:rsid w:val="0021072D"/>
    <w:rsid w:val="00215161"/>
    <w:rsid w:val="00215783"/>
    <w:rsid w:val="00216A02"/>
    <w:rsid w:val="00216AE2"/>
    <w:rsid w:val="0022458A"/>
    <w:rsid w:val="00224C5A"/>
    <w:rsid w:val="00232AF7"/>
    <w:rsid w:val="0023321D"/>
    <w:rsid w:val="002346E2"/>
    <w:rsid w:val="00235157"/>
    <w:rsid w:val="002357C0"/>
    <w:rsid w:val="00236239"/>
    <w:rsid w:val="00237FE5"/>
    <w:rsid w:val="00244CAA"/>
    <w:rsid w:val="0024570E"/>
    <w:rsid w:val="002457FF"/>
    <w:rsid w:val="00252175"/>
    <w:rsid w:val="00253681"/>
    <w:rsid w:val="00253759"/>
    <w:rsid w:val="002538E7"/>
    <w:rsid w:val="002569C3"/>
    <w:rsid w:val="0026104F"/>
    <w:rsid w:val="00264070"/>
    <w:rsid w:val="0027019B"/>
    <w:rsid w:val="0027147F"/>
    <w:rsid w:val="002731D9"/>
    <w:rsid w:val="00274C4C"/>
    <w:rsid w:val="00280380"/>
    <w:rsid w:val="002840B4"/>
    <w:rsid w:val="00284454"/>
    <w:rsid w:val="00287B7B"/>
    <w:rsid w:val="00290DB7"/>
    <w:rsid w:val="00291285"/>
    <w:rsid w:val="00292892"/>
    <w:rsid w:val="00293DAD"/>
    <w:rsid w:val="00294684"/>
    <w:rsid w:val="00294BA0"/>
    <w:rsid w:val="002A4E05"/>
    <w:rsid w:val="002A706D"/>
    <w:rsid w:val="002B05FA"/>
    <w:rsid w:val="002B06B7"/>
    <w:rsid w:val="002B0E3D"/>
    <w:rsid w:val="002B3CA9"/>
    <w:rsid w:val="002B4325"/>
    <w:rsid w:val="002B4B16"/>
    <w:rsid w:val="002B531F"/>
    <w:rsid w:val="002B6BD7"/>
    <w:rsid w:val="002C0B4C"/>
    <w:rsid w:val="002C2A44"/>
    <w:rsid w:val="002C348A"/>
    <w:rsid w:val="002C3AB4"/>
    <w:rsid w:val="002C6587"/>
    <w:rsid w:val="002C6885"/>
    <w:rsid w:val="002C6FA4"/>
    <w:rsid w:val="002C75BD"/>
    <w:rsid w:val="002D085A"/>
    <w:rsid w:val="002D373D"/>
    <w:rsid w:val="002D653A"/>
    <w:rsid w:val="002E280F"/>
    <w:rsid w:val="002E2E14"/>
    <w:rsid w:val="002E3F9A"/>
    <w:rsid w:val="002E4D00"/>
    <w:rsid w:val="002F0218"/>
    <w:rsid w:val="002F0EFC"/>
    <w:rsid w:val="002F2A94"/>
    <w:rsid w:val="002F2D56"/>
    <w:rsid w:val="002F4A2F"/>
    <w:rsid w:val="002F6F78"/>
    <w:rsid w:val="002F740A"/>
    <w:rsid w:val="00302D3D"/>
    <w:rsid w:val="00306118"/>
    <w:rsid w:val="00306799"/>
    <w:rsid w:val="00306967"/>
    <w:rsid w:val="00307466"/>
    <w:rsid w:val="0030786B"/>
    <w:rsid w:val="003106E4"/>
    <w:rsid w:val="00316065"/>
    <w:rsid w:val="00316CE8"/>
    <w:rsid w:val="00317A56"/>
    <w:rsid w:val="00320369"/>
    <w:rsid w:val="00321992"/>
    <w:rsid w:val="00321EB9"/>
    <w:rsid w:val="003237DB"/>
    <w:rsid w:val="0032572C"/>
    <w:rsid w:val="0033112C"/>
    <w:rsid w:val="0033727E"/>
    <w:rsid w:val="00341285"/>
    <w:rsid w:val="0034201E"/>
    <w:rsid w:val="00345C3B"/>
    <w:rsid w:val="003468DE"/>
    <w:rsid w:val="00346B6B"/>
    <w:rsid w:val="00347796"/>
    <w:rsid w:val="00352536"/>
    <w:rsid w:val="00356F93"/>
    <w:rsid w:val="0035737E"/>
    <w:rsid w:val="00357F8B"/>
    <w:rsid w:val="00361390"/>
    <w:rsid w:val="00361D56"/>
    <w:rsid w:val="003637BD"/>
    <w:rsid w:val="00364232"/>
    <w:rsid w:val="00364C61"/>
    <w:rsid w:val="00364D89"/>
    <w:rsid w:val="003720AF"/>
    <w:rsid w:val="0038082F"/>
    <w:rsid w:val="00382948"/>
    <w:rsid w:val="003832EA"/>
    <w:rsid w:val="00383DC1"/>
    <w:rsid w:val="00384AFF"/>
    <w:rsid w:val="0038515F"/>
    <w:rsid w:val="0039045F"/>
    <w:rsid w:val="00392D4B"/>
    <w:rsid w:val="003A14A4"/>
    <w:rsid w:val="003A3E17"/>
    <w:rsid w:val="003A3EDA"/>
    <w:rsid w:val="003A70CD"/>
    <w:rsid w:val="003A7D92"/>
    <w:rsid w:val="003B1846"/>
    <w:rsid w:val="003B4276"/>
    <w:rsid w:val="003B5111"/>
    <w:rsid w:val="003B5706"/>
    <w:rsid w:val="003B5B7A"/>
    <w:rsid w:val="003B7A81"/>
    <w:rsid w:val="003C01E4"/>
    <w:rsid w:val="003C530F"/>
    <w:rsid w:val="003C58CD"/>
    <w:rsid w:val="003C7112"/>
    <w:rsid w:val="003D0DBB"/>
    <w:rsid w:val="003D2787"/>
    <w:rsid w:val="003D33A4"/>
    <w:rsid w:val="003D4DBD"/>
    <w:rsid w:val="003D5F92"/>
    <w:rsid w:val="003D6C3B"/>
    <w:rsid w:val="003E2D2B"/>
    <w:rsid w:val="003E384E"/>
    <w:rsid w:val="003E6F97"/>
    <w:rsid w:val="003E74B2"/>
    <w:rsid w:val="003F03F3"/>
    <w:rsid w:val="003F1A2A"/>
    <w:rsid w:val="003F1AFF"/>
    <w:rsid w:val="003F49B7"/>
    <w:rsid w:val="0040059B"/>
    <w:rsid w:val="00411612"/>
    <w:rsid w:val="0041208B"/>
    <w:rsid w:val="00412963"/>
    <w:rsid w:val="00414023"/>
    <w:rsid w:val="00414FAB"/>
    <w:rsid w:val="00415639"/>
    <w:rsid w:val="00415C9B"/>
    <w:rsid w:val="00421E56"/>
    <w:rsid w:val="0042397A"/>
    <w:rsid w:val="0042705D"/>
    <w:rsid w:val="00430324"/>
    <w:rsid w:val="00431D31"/>
    <w:rsid w:val="00434487"/>
    <w:rsid w:val="004367BB"/>
    <w:rsid w:val="00442DD2"/>
    <w:rsid w:val="00444858"/>
    <w:rsid w:val="00446C15"/>
    <w:rsid w:val="00452B68"/>
    <w:rsid w:val="00461AE5"/>
    <w:rsid w:val="00462721"/>
    <w:rsid w:val="00462B02"/>
    <w:rsid w:val="00463DF3"/>
    <w:rsid w:val="00465B5B"/>
    <w:rsid w:val="00466B24"/>
    <w:rsid w:val="00467ABC"/>
    <w:rsid w:val="00470452"/>
    <w:rsid w:val="004712CF"/>
    <w:rsid w:val="004728F9"/>
    <w:rsid w:val="00472DAD"/>
    <w:rsid w:val="00476869"/>
    <w:rsid w:val="004800F2"/>
    <w:rsid w:val="00481E30"/>
    <w:rsid w:val="00483150"/>
    <w:rsid w:val="00484204"/>
    <w:rsid w:val="004844BD"/>
    <w:rsid w:val="00485EF8"/>
    <w:rsid w:val="0048629F"/>
    <w:rsid w:val="00492531"/>
    <w:rsid w:val="00492883"/>
    <w:rsid w:val="0049438F"/>
    <w:rsid w:val="00494BA1"/>
    <w:rsid w:val="00494D61"/>
    <w:rsid w:val="00494FAD"/>
    <w:rsid w:val="004A085C"/>
    <w:rsid w:val="004A0D50"/>
    <w:rsid w:val="004A2D0A"/>
    <w:rsid w:val="004A3594"/>
    <w:rsid w:val="004A3919"/>
    <w:rsid w:val="004A4563"/>
    <w:rsid w:val="004A6095"/>
    <w:rsid w:val="004B33C1"/>
    <w:rsid w:val="004B44B9"/>
    <w:rsid w:val="004B4DCC"/>
    <w:rsid w:val="004B6944"/>
    <w:rsid w:val="004C702E"/>
    <w:rsid w:val="004C72C8"/>
    <w:rsid w:val="004C7E3A"/>
    <w:rsid w:val="004D0E04"/>
    <w:rsid w:val="004D1D7D"/>
    <w:rsid w:val="004D1E79"/>
    <w:rsid w:val="004D635C"/>
    <w:rsid w:val="004E1196"/>
    <w:rsid w:val="004E3439"/>
    <w:rsid w:val="004E5280"/>
    <w:rsid w:val="004E7E83"/>
    <w:rsid w:val="004F12D3"/>
    <w:rsid w:val="004F2DFE"/>
    <w:rsid w:val="004F371C"/>
    <w:rsid w:val="0050051C"/>
    <w:rsid w:val="0050072E"/>
    <w:rsid w:val="00501860"/>
    <w:rsid w:val="0050231F"/>
    <w:rsid w:val="005030E1"/>
    <w:rsid w:val="00504E9F"/>
    <w:rsid w:val="005064C4"/>
    <w:rsid w:val="005140EC"/>
    <w:rsid w:val="005148B5"/>
    <w:rsid w:val="00516329"/>
    <w:rsid w:val="00521067"/>
    <w:rsid w:val="00523E7C"/>
    <w:rsid w:val="005245BB"/>
    <w:rsid w:val="00527844"/>
    <w:rsid w:val="005278E2"/>
    <w:rsid w:val="00540C1E"/>
    <w:rsid w:val="00541B87"/>
    <w:rsid w:val="005511C6"/>
    <w:rsid w:val="00551B43"/>
    <w:rsid w:val="005528F5"/>
    <w:rsid w:val="00553194"/>
    <w:rsid w:val="00553D81"/>
    <w:rsid w:val="00554097"/>
    <w:rsid w:val="0055437A"/>
    <w:rsid w:val="00554E2A"/>
    <w:rsid w:val="00556204"/>
    <w:rsid w:val="00556543"/>
    <w:rsid w:val="005631F4"/>
    <w:rsid w:val="00563EC5"/>
    <w:rsid w:val="0056450D"/>
    <w:rsid w:val="00564658"/>
    <w:rsid w:val="00566E6B"/>
    <w:rsid w:val="0056769A"/>
    <w:rsid w:val="00570FAC"/>
    <w:rsid w:val="005733BA"/>
    <w:rsid w:val="005733E0"/>
    <w:rsid w:val="005757FD"/>
    <w:rsid w:val="0057680E"/>
    <w:rsid w:val="00584058"/>
    <w:rsid w:val="0058549F"/>
    <w:rsid w:val="00586452"/>
    <w:rsid w:val="00593688"/>
    <w:rsid w:val="00595093"/>
    <w:rsid w:val="0059743D"/>
    <w:rsid w:val="005A33C9"/>
    <w:rsid w:val="005A7232"/>
    <w:rsid w:val="005B509F"/>
    <w:rsid w:val="005B511C"/>
    <w:rsid w:val="005B63F0"/>
    <w:rsid w:val="005B6BA3"/>
    <w:rsid w:val="005C0CF6"/>
    <w:rsid w:val="005C0E70"/>
    <w:rsid w:val="005C564F"/>
    <w:rsid w:val="005C747C"/>
    <w:rsid w:val="005D115C"/>
    <w:rsid w:val="005D135A"/>
    <w:rsid w:val="005D1FD9"/>
    <w:rsid w:val="005D20DB"/>
    <w:rsid w:val="005D5645"/>
    <w:rsid w:val="005D6AEA"/>
    <w:rsid w:val="005E0DB0"/>
    <w:rsid w:val="005E5FDB"/>
    <w:rsid w:val="005F0BF9"/>
    <w:rsid w:val="005F4B37"/>
    <w:rsid w:val="005F6E40"/>
    <w:rsid w:val="005F79C0"/>
    <w:rsid w:val="00600644"/>
    <w:rsid w:val="00605728"/>
    <w:rsid w:val="0060597E"/>
    <w:rsid w:val="00610192"/>
    <w:rsid w:val="0061492E"/>
    <w:rsid w:val="00621EB3"/>
    <w:rsid w:val="0062283A"/>
    <w:rsid w:val="00623769"/>
    <w:rsid w:val="00625651"/>
    <w:rsid w:val="00634915"/>
    <w:rsid w:val="00635135"/>
    <w:rsid w:val="00636B09"/>
    <w:rsid w:val="00637A51"/>
    <w:rsid w:val="006414A1"/>
    <w:rsid w:val="0064157D"/>
    <w:rsid w:val="00642FBF"/>
    <w:rsid w:val="00644651"/>
    <w:rsid w:val="006504BB"/>
    <w:rsid w:val="006504F0"/>
    <w:rsid w:val="00651B18"/>
    <w:rsid w:val="00652A80"/>
    <w:rsid w:val="0065474D"/>
    <w:rsid w:val="006569A1"/>
    <w:rsid w:val="006569F1"/>
    <w:rsid w:val="00657A28"/>
    <w:rsid w:val="00660323"/>
    <w:rsid w:val="0066512C"/>
    <w:rsid w:val="00665DC2"/>
    <w:rsid w:val="00671689"/>
    <w:rsid w:val="006730A7"/>
    <w:rsid w:val="00673839"/>
    <w:rsid w:val="00675D57"/>
    <w:rsid w:val="006760B5"/>
    <w:rsid w:val="00676E36"/>
    <w:rsid w:val="006816DC"/>
    <w:rsid w:val="006859A5"/>
    <w:rsid w:val="00691600"/>
    <w:rsid w:val="00695B3C"/>
    <w:rsid w:val="00696CAF"/>
    <w:rsid w:val="006A16B9"/>
    <w:rsid w:val="006A24E1"/>
    <w:rsid w:val="006A2AD7"/>
    <w:rsid w:val="006A5227"/>
    <w:rsid w:val="006A6312"/>
    <w:rsid w:val="006A7F94"/>
    <w:rsid w:val="006B0433"/>
    <w:rsid w:val="006B3944"/>
    <w:rsid w:val="006B40CA"/>
    <w:rsid w:val="006C055C"/>
    <w:rsid w:val="006C188D"/>
    <w:rsid w:val="006C39A8"/>
    <w:rsid w:val="006C55AF"/>
    <w:rsid w:val="006C6640"/>
    <w:rsid w:val="006D0D5B"/>
    <w:rsid w:val="006D0EED"/>
    <w:rsid w:val="006D3C18"/>
    <w:rsid w:val="006D42C4"/>
    <w:rsid w:val="006D6D7C"/>
    <w:rsid w:val="006E3876"/>
    <w:rsid w:val="006E4C88"/>
    <w:rsid w:val="006E6638"/>
    <w:rsid w:val="006F059E"/>
    <w:rsid w:val="006F0EA2"/>
    <w:rsid w:val="006F1375"/>
    <w:rsid w:val="006F2056"/>
    <w:rsid w:val="006F33CC"/>
    <w:rsid w:val="006F51BC"/>
    <w:rsid w:val="006F662B"/>
    <w:rsid w:val="0070116F"/>
    <w:rsid w:val="0070272D"/>
    <w:rsid w:val="00706AA5"/>
    <w:rsid w:val="0070748C"/>
    <w:rsid w:val="007104AE"/>
    <w:rsid w:val="00711285"/>
    <w:rsid w:val="00711843"/>
    <w:rsid w:val="00711A7D"/>
    <w:rsid w:val="00714222"/>
    <w:rsid w:val="0072063B"/>
    <w:rsid w:val="00722588"/>
    <w:rsid w:val="00723DA3"/>
    <w:rsid w:val="00725BA0"/>
    <w:rsid w:val="00726C39"/>
    <w:rsid w:val="007336F2"/>
    <w:rsid w:val="0073381A"/>
    <w:rsid w:val="00735EA4"/>
    <w:rsid w:val="00736E35"/>
    <w:rsid w:val="00737544"/>
    <w:rsid w:val="007419B8"/>
    <w:rsid w:val="007420F7"/>
    <w:rsid w:val="00744295"/>
    <w:rsid w:val="00744CE8"/>
    <w:rsid w:val="0074617E"/>
    <w:rsid w:val="00751B83"/>
    <w:rsid w:val="00753833"/>
    <w:rsid w:val="007539DC"/>
    <w:rsid w:val="00761C6E"/>
    <w:rsid w:val="00763878"/>
    <w:rsid w:val="00766794"/>
    <w:rsid w:val="00766913"/>
    <w:rsid w:val="007700F5"/>
    <w:rsid w:val="007713C4"/>
    <w:rsid w:val="00771B53"/>
    <w:rsid w:val="00773CEA"/>
    <w:rsid w:val="00774A8D"/>
    <w:rsid w:val="007774C5"/>
    <w:rsid w:val="007815FE"/>
    <w:rsid w:val="007816D5"/>
    <w:rsid w:val="00790195"/>
    <w:rsid w:val="007907CB"/>
    <w:rsid w:val="00792528"/>
    <w:rsid w:val="00792B9D"/>
    <w:rsid w:val="0079742D"/>
    <w:rsid w:val="007A0CE8"/>
    <w:rsid w:val="007A13DC"/>
    <w:rsid w:val="007A2B91"/>
    <w:rsid w:val="007A3486"/>
    <w:rsid w:val="007A4C84"/>
    <w:rsid w:val="007A672E"/>
    <w:rsid w:val="007A74C6"/>
    <w:rsid w:val="007B04BB"/>
    <w:rsid w:val="007B3FF3"/>
    <w:rsid w:val="007B462D"/>
    <w:rsid w:val="007B5244"/>
    <w:rsid w:val="007B5BCB"/>
    <w:rsid w:val="007B6666"/>
    <w:rsid w:val="007C0345"/>
    <w:rsid w:val="007C19EF"/>
    <w:rsid w:val="007C2C91"/>
    <w:rsid w:val="007C3321"/>
    <w:rsid w:val="007C39C8"/>
    <w:rsid w:val="007C5DAB"/>
    <w:rsid w:val="007C784D"/>
    <w:rsid w:val="007D02F6"/>
    <w:rsid w:val="007D6D59"/>
    <w:rsid w:val="007E0225"/>
    <w:rsid w:val="007E2053"/>
    <w:rsid w:val="007E3188"/>
    <w:rsid w:val="007E37FC"/>
    <w:rsid w:val="007E5282"/>
    <w:rsid w:val="007E5EAE"/>
    <w:rsid w:val="007E6598"/>
    <w:rsid w:val="007E71EC"/>
    <w:rsid w:val="007F082F"/>
    <w:rsid w:val="007F3027"/>
    <w:rsid w:val="007F3BB6"/>
    <w:rsid w:val="007F6AC6"/>
    <w:rsid w:val="0080092C"/>
    <w:rsid w:val="00800B21"/>
    <w:rsid w:val="008014A5"/>
    <w:rsid w:val="00804A42"/>
    <w:rsid w:val="00805067"/>
    <w:rsid w:val="00806490"/>
    <w:rsid w:val="00810A92"/>
    <w:rsid w:val="00816F60"/>
    <w:rsid w:val="00817DC9"/>
    <w:rsid w:val="00821B3C"/>
    <w:rsid w:val="00822037"/>
    <w:rsid w:val="00822A3C"/>
    <w:rsid w:val="008238BF"/>
    <w:rsid w:val="008257BB"/>
    <w:rsid w:val="008261B0"/>
    <w:rsid w:val="00826813"/>
    <w:rsid w:val="00831D35"/>
    <w:rsid w:val="00833ECB"/>
    <w:rsid w:val="0083567A"/>
    <w:rsid w:val="00835DB6"/>
    <w:rsid w:val="00836E8C"/>
    <w:rsid w:val="00841333"/>
    <w:rsid w:val="00841981"/>
    <w:rsid w:val="008457AE"/>
    <w:rsid w:val="008501F6"/>
    <w:rsid w:val="00857B9B"/>
    <w:rsid w:val="00860C49"/>
    <w:rsid w:val="00861A8D"/>
    <w:rsid w:val="00865781"/>
    <w:rsid w:val="00865A6C"/>
    <w:rsid w:val="008665AC"/>
    <w:rsid w:val="00867F5A"/>
    <w:rsid w:val="00867FF6"/>
    <w:rsid w:val="00873566"/>
    <w:rsid w:val="00873FA6"/>
    <w:rsid w:val="00875B4C"/>
    <w:rsid w:val="00875FCB"/>
    <w:rsid w:val="008810E1"/>
    <w:rsid w:val="008917D7"/>
    <w:rsid w:val="00891A4B"/>
    <w:rsid w:val="00891DC2"/>
    <w:rsid w:val="008A0606"/>
    <w:rsid w:val="008A179B"/>
    <w:rsid w:val="008A5F4D"/>
    <w:rsid w:val="008A778A"/>
    <w:rsid w:val="008C4668"/>
    <w:rsid w:val="008C5265"/>
    <w:rsid w:val="008C7E3F"/>
    <w:rsid w:val="008D111B"/>
    <w:rsid w:val="008D1B38"/>
    <w:rsid w:val="008D4554"/>
    <w:rsid w:val="008E0AB6"/>
    <w:rsid w:val="008E173B"/>
    <w:rsid w:val="008E278E"/>
    <w:rsid w:val="008E61D1"/>
    <w:rsid w:val="008F08B4"/>
    <w:rsid w:val="008F2486"/>
    <w:rsid w:val="008F3241"/>
    <w:rsid w:val="008F36DE"/>
    <w:rsid w:val="008F5EDF"/>
    <w:rsid w:val="00900994"/>
    <w:rsid w:val="00903836"/>
    <w:rsid w:val="00905776"/>
    <w:rsid w:val="00905C57"/>
    <w:rsid w:val="0090727F"/>
    <w:rsid w:val="009107B3"/>
    <w:rsid w:val="00913887"/>
    <w:rsid w:val="0091395E"/>
    <w:rsid w:val="00915636"/>
    <w:rsid w:val="0091689B"/>
    <w:rsid w:val="009169A3"/>
    <w:rsid w:val="00917F3C"/>
    <w:rsid w:val="00926D3C"/>
    <w:rsid w:val="00934BAE"/>
    <w:rsid w:val="00936ABA"/>
    <w:rsid w:val="00936E1A"/>
    <w:rsid w:val="00940F71"/>
    <w:rsid w:val="0094211D"/>
    <w:rsid w:val="00944CD8"/>
    <w:rsid w:val="009478ED"/>
    <w:rsid w:val="00947DF8"/>
    <w:rsid w:val="00951DD9"/>
    <w:rsid w:val="00953798"/>
    <w:rsid w:val="00954BD1"/>
    <w:rsid w:val="0095700A"/>
    <w:rsid w:val="009601F2"/>
    <w:rsid w:val="009635DA"/>
    <w:rsid w:val="0096559D"/>
    <w:rsid w:val="0096765B"/>
    <w:rsid w:val="00970FAE"/>
    <w:rsid w:val="00971D1E"/>
    <w:rsid w:val="00972A43"/>
    <w:rsid w:val="009748D4"/>
    <w:rsid w:val="00977F17"/>
    <w:rsid w:val="009813F8"/>
    <w:rsid w:val="00981FE2"/>
    <w:rsid w:val="009826F1"/>
    <w:rsid w:val="00983281"/>
    <w:rsid w:val="0099040C"/>
    <w:rsid w:val="00990D31"/>
    <w:rsid w:val="009976A3"/>
    <w:rsid w:val="009A1EBA"/>
    <w:rsid w:val="009A265A"/>
    <w:rsid w:val="009A26AA"/>
    <w:rsid w:val="009A2786"/>
    <w:rsid w:val="009A2913"/>
    <w:rsid w:val="009A6035"/>
    <w:rsid w:val="009A64C4"/>
    <w:rsid w:val="009A65DE"/>
    <w:rsid w:val="009B41BF"/>
    <w:rsid w:val="009B7A10"/>
    <w:rsid w:val="009C117A"/>
    <w:rsid w:val="009C1408"/>
    <w:rsid w:val="009C4359"/>
    <w:rsid w:val="009C4CB5"/>
    <w:rsid w:val="009C58E9"/>
    <w:rsid w:val="009C713B"/>
    <w:rsid w:val="009D0D55"/>
    <w:rsid w:val="009D2851"/>
    <w:rsid w:val="009D733D"/>
    <w:rsid w:val="009E1318"/>
    <w:rsid w:val="009E16B7"/>
    <w:rsid w:val="009E3DFE"/>
    <w:rsid w:val="009E3F87"/>
    <w:rsid w:val="009F3B38"/>
    <w:rsid w:val="009F700A"/>
    <w:rsid w:val="009F777A"/>
    <w:rsid w:val="00A01756"/>
    <w:rsid w:val="00A02DD7"/>
    <w:rsid w:val="00A04381"/>
    <w:rsid w:val="00A04BB4"/>
    <w:rsid w:val="00A065D6"/>
    <w:rsid w:val="00A066BB"/>
    <w:rsid w:val="00A104E4"/>
    <w:rsid w:val="00A15D38"/>
    <w:rsid w:val="00A15FD1"/>
    <w:rsid w:val="00A26724"/>
    <w:rsid w:val="00A33BDA"/>
    <w:rsid w:val="00A37CF3"/>
    <w:rsid w:val="00A43FF3"/>
    <w:rsid w:val="00A44FA8"/>
    <w:rsid w:val="00A45F99"/>
    <w:rsid w:val="00A4631B"/>
    <w:rsid w:val="00A47527"/>
    <w:rsid w:val="00A5486B"/>
    <w:rsid w:val="00A55E97"/>
    <w:rsid w:val="00A5780D"/>
    <w:rsid w:val="00A62C25"/>
    <w:rsid w:val="00A670C4"/>
    <w:rsid w:val="00A73890"/>
    <w:rsid w:val="00A75188"/>
    <w:rsid w:val="00A769BE"/>
    <w:rsid w:val="00A776C4"/>
    <w:rsid w:val="00A81E77"/>
    <w:rsid w:val="00A83681"/>
    <w:rsid w:val="00A84B79"/>
    <w:rsid w:val="00A87296"/>
    <w:rsid w:val="00A8784E"/>
    <w:rsid w:val="00A91ECC"/>
    <w:rsid w:val="00A93455"/>
    <w:rsid w:val="00A94745"/>
    <w:rsid w:val="00A95457"/>
    <w:rsid w:val="00A95B8F"/>
    <w:rsid w:val="00AA4CD2"/>
    <w:rsid w:val="00AA663C"/>
    <w:rsid w:val="00AA683F"/>
    <w:rsid w:val="00AA6DF5"/>
    <w:rsid w:val="00AB072C"/>
    <w:rsid w:val="00AB15FD"/>
    <w:rsid w:val="00AB4DD5"/>
    <w:rsid w:val="00AC02E8"/>
    <w:rsid w:val="00AC1239"/>
    <w:rsid w:val="00AC562D"/>
    <w:rsid w:val="00AC771C"/>
    <w:rsid w:val="00AD0919"/>
    <w:rsid w:val="00AD6C8A"/>
    <w:rsid w:val="00AD7904"/>
    <w:rsid w:val="00AE1334"/>
    <w:rsid w:val="00AE198C"/>
    <w:rsid w:val="00AE25BF"/>
    <w:rsid w:val="00AF0442"/>
    <w:rsid w:val="00AF0472"/>
    <w:rsid w:val="00AF36C1"/>
    <w:rsid w:val="00AF4A54"/>
    <w:rsid w:val="00B006C9"/>
    <w:rsid w:val="00B02974"/>
    <w:rsid w:val="00B05AC7"/>
    <w:rsid w:val="00B078E5"/>
    <w:rsid w:val="00B105AE"/>
    <w:rsid w:val="00B10651"/>
    <w:rsid w:val="00B10D64"/>
    <w:rsid w:val="00B15372"/>
    <w:rsid w:val="00B15FE0"/>
    <w:rsid w:val="00B165DC"/>
    <w:rsid w:val="00B16D04"/>
    <w:rsid w:val="00B17216"/>
    <w:rsid w:val="00B17E3F"/>
    <w:rsid w:val="00B2417F"/>
    <w:rsid w:val="00B25B28"/>
    <w:rsid w:val="00B27DEF"/>
    <w:rsid w:val="00B45504"/>
    <w:rsid w:val="00B45E29"/>
    <w:rsid w:val="00B5130D"/>
    <w:rsid w:val="00B52E96"/>
    <w:rsid w:val="00B63081"/>
    <w:rsid w:val="00B64E2F"/>
    <w:rsid w:val="00B722F6"/>
    <w:rsid w:val="00B73E19"/>
    <w:rsid w:val="00B7520D"/>
    <w:rsid w:val="00B76624"/>
    <w:rsid w:val="00B76F24"/>
    <w:rsid w:val="00B80EF3"/>
    <w:rsid w:val="00B8152A"/>
    <w:rsid w:val="00B83331"/>
    <w:rsid w:val="00B834E5"/>
    <w:rsid w:val="00B835C3"/>
    <w:rsid w:val="00B84776"/>
    <w:rsid w:val="00B86171"/>
    <w:rsid w:val="00B86F8F"/>
    <w:rsid w:val="00B9152F"/>
    <w:rsid w:val="00B93FB7"/>
    <w:rsid w:val="00B972EC"/>
    <w:rsid w:val="00BA15C2"/>
    <w:rsid w:val="00BA269D"/>
    <w:rsid w:val="00BA3DB8"/>
    <w:rsid w:val="00BA4127"/>
    <w:rsid w:val="00BA4BFF"/>
    <w:rsid w:val="00BA5F8F"/>
    <w:rsid w:val="00BA7160"/>
    <w:rsid w:val="00BA72BC"/>
    <w:rsid w:val="00BA7A86"/>
    <w:rsid w:val="00BB03FE"/>
    <w:rsid w:val="00BB37B6"/>
    <w:rsid w:val="00BB43F7"/>
    <w:rsid w:val="00BB4FFB"/>
    <w:rsid w:val="00BB79F8"/>
    <w:rsid w:val="00BC4E14"/>
    <w:rsid w:val="00BC5C5D"/>
    <w:rsid w:val="00BC6A36"/>
    <w:rsid w:val="00BD332D"/>
    <w:rsid w:val="00BD6B49"/>
    <w:rsid w:val="00BE41F5"/>
    <w:rsid w:val="00BE4F51"/>
    <w:rsid w:val="00BE566B"/>
    <w:rsid w:val="00BE7F00"/>
    <w:rsid w:val="00BF0045"/>
    <w:rsid w:val="00BF19BC"/>
    <w:rsid w:val="00BF349E"/>
    <w:rsid w:val="00BF571B"/>
    <w:rsid w:val="00BF7286"/>
    <w:rsid w:val="00BF7CFD"/>
    <w:rsid w:val="00C06AFC"/>
    <w:rsid w:val="00C07A40"/>
    <w:rsid w:val="00C116ED"/>
    <w:rsid w:val="00C143DF"/>
    <w:rsid w:val="00C14544"/>
    <w:rsid w:val="00C16E97"/>
    <w:rsid w:val="00C202BE"/>
    <w:rsid w:val="00C204CF"/>
    <w:rsid w:val="00C20D1D"/>
    <w:rsid w:val="00C22EA7"/>
    <w:rsid w:val="00C24463"/>
    <w:rsid w:val="00C25A9C"/>
    <w:rsid w:val="00C34369"/>
    <w:rsid w:val="00C35471"/>
    <w:rsid w:val="00C45337"/>
    <w:rsid w:val="00C45640"/>
    <w:rsid w:val="00C459F3"/>
    <w:rsid w:val="00C45C8A"/>
    <w:rsid w:val="00C45D3F"/>
    <w:rsid w:val="00C45F64"/>
    <w:rsid w:val="00C478E1"/>
    <w:rsid w:val="00C50DED"/>
    <w:rsid w:val="00C51204"/>
    <w:rsid w:val="00C51EE0"/>
    <w:rsid w:val="00C52EB8"/>
    <w:rsid w:val="00C54602"/>
    <w:rsid w:val="00C5503E"/>
    <w:rsid w:val="00C559FB"/>
    <w:rsid w:val="00C61B66"/>
    <w:rsid w:val="00C64E08"/>
    <w:rsid w:val="00C8090E"/>
    <w:rsid w:val="00C80BD9"/>
    <w:rsid w:val="00C86DD0"/>
    <w:rsid w:val="00C870D6"/>
    <w:rsid w:val="00C90ECC"/>
    <w:rsid w:val="00C9182F"/>
    <w:rsid w:val="00C93462"/>
    <w:rsid w:val="00C93A83"/>
    <w:rsid w:val="00C955AD"/>
    <w:rsid w:val="00CA13A2"/>
    <w:rsid w:val="00CA2107"/>
    <w:rsid w:val="00CB2185"/>
    <w:rsid w:val="00CC3446"/>
    <w:rsid w:val="00CC3D5E"/>
    <w:rsid w:val="00CC5E10"/>
    <w:rsid w:val="00CC682F"/>
    <w:rsid w:val="00CD0A1F"/>
    <w:rsid w:val="00CD31A2"/>
    <w:rsid w:val="00CD417C"/>
    <w:rsid w:val="00CD484F"/>
    <w:rsid w:val="00CD4B3D"/>
    <w:rsid w:val="00CD54B1"/>
    <w:rsid w:val="00CE1DB1"/>
    <w:rsid w:val="00CE5E85"/>
    <w:rsid w:val="00CF3808"/>
    <w:rsid w:val="00CF3A44"/>
    <w:rsid w:val="00CF3ACF"/>
    <w:rsid w:val="00CF3FEE"/>
    <w:rsid w:val="00CF5CFB"/>
    <w:rsid w:val="00CF715E"/>
    <w:rsid w:val="00CF71A4"/>
    <w:rsid w:val="00D2080E"/>
    <w:rsid w:val="00D21555"/>
    <w:rsid w:val="00D2170A"/>
    <w:rsid w:val="00D22D1A"/>
    <w:rsid w:val="00D26C42"/>
    <w:rsid w:val="00D271BA"/>
    <w:rsid w:val="00D273D6"/>
    <w:rsid w:val="00D278F9"/>
    <w:rsid w:val="00D3313B"/>
    <w:rsid w:val="00D33BD4"/>
    <w:rsid w:val="00D36B2D"/>
    <w:rsid w:val="00D36D31"/>
    <w:rsid w:val="00D376D1"/>
    <w:rsid w:val="00D37DBD"/>
    <w:rsid w:val="00D412D9"/>
    <w:rsid w:val="00D419D0"/>
    <w:rsid w:val="00D42FFE"/>
    <w:rsid w:val="00D43454"/>
    <w:rsid w:val="00D44252"/>
    <w:rsid w:val="00D443D8"/>
    <w:rsid w:val="00D54245"/>
    <w:rsid w:val="00D54D9A"/>
    <w:rsid w:val="00D558BF"/>
    <w:rsid w:val="00D57611"/>
    <w:rsid w:val="00D62F57"/>
    <w:rsid w:val="00D634BD"/>
    <w:rsid w:val="00D66123"/>
    <w:rsid w:val="00D70A83"/>
    <w:rsid w:val="00D710AA"/>
    <w:rsid w:val="00D71629"/>
    <w:rsid w:val="00D71F52"/>
    <w:rsid w:val="00D728AA"/>
    <w:rsid w:val="00D73AC2"/>
    <w:rsid w:val="00D80A24"/>
    <w:rsid w:val="00D81772"/>
    <w:rsid w:val="00D86C85"/>
    <w:rsid w:val="00D87920"/>
    <w:rsid w:val="00D90D03"/>
    <w:rsid w:val="00D915AA"/>
    <w:rsid w:val="00D918DE"/>
    <w:rsid w:val="00D94DF3"/>
    <w:rsid w:val="00DA30CB"/>
    <w:rsid w:val="00DA5713"/>
    <w:rsid w:val="00DA5C66"/>
    <w:rsid w:val="00DA65C3"/>
    <w:rsid w:val="00DA6E09"/>
    <w:rsid w:val="00DB0772"/>
    <w:rsid w:val="00DB0E69"/>
    <w:rsid w:val="00DB14EC"/>
    <w:rsid w:val="00DB24CB"/>
    <w:rsid w:val="00DB3551"/>
    <w:rsid w:val="00DB56C4"/>
    <w:rsid w:val="00DB59A7"/>
    <w:rsid w:val="00DB6E06"/>
    <w:rsid w:val="00DC0F1B"/>
    <w:rsid w:val="00DC4320"/>
    <w:rsid w:val="00DC46AA"/>
    <w:rsid w:val="00DC4BF0"/>
    <w:rsid w:val="00DC4CEA"/>
    <w:rsid w:val="00DC5E01"/>
    <w:rsid w:val="00DC650A"/>
    <w:rsid w:val="00DC7C7C"/>
    <w:rsid w:val="00DC7FBC"/>
    <w:rsid w:val="00DD0A10"/>
    <w:rsid w:val="00DD1780"/>
    <w:rsid w:val="00DD27E7"/>
    <w:rsid w:val="00DD472F"/>
    <w:rsid w:val="00DD5B5B"/>
    <w:rsid w:val="00DD7C06"/>
    <w:rsid w:val="00DE13A5"/>
    <w:rsid w:val="00DE4AA2"/>
    <w:rsid w:val="00DE4BD6"/>
    <w:rsid w:val="00DF0C7F"/>
    <w:rsid w:val="00DF2EE3"/>
    <w:rsid w:val="00DF4D8E"/>
    <w:rsid w:val="00E00BDB"/>
    <w:rsid w:val="00E01FA7"/>
    <w:rsid w:val="00E03D16"/>
    <w:rsid w:val="00E04371"/>
    <w:rsid w:val="00E048E7"/>
    <w:rsid w:val="00E11F81"/>
    <w:rsid w:val="00E13101"/>
    <w:rsid w:val="00E13964"/>
    <w:rsid w:val="00E1450B"/>
    <w:rsid w:val="00E15D16"/>
    <w:rsid w:val="00E15EA5"/>
    <w:rsid w:val="00E166B1"/>
    <w:rsid w:val="00E21E22"/>
    <w:rsid w:val="00E232A4"/>
    <w:rsid w:val="00E23814"/>
    <w:rsid w:val="00E261BD"/>
    <w:rsid w:val="00E26DA0"/>
    <w:rsid w:val="00E27355"/>
    <w:rsid w:val="00E3024E"/>
    <w:rsid w:val="00E3040B"/>
    <w:rsid w:val="00E312E3"/>
    <w:rsid w:val="00E31BF1"/>
    <w:rsid w:val="00E32D34"/>
    <w:rsid w:val="00E3451B"/>
    <w:rsid w:val="00E34F69"/>
    <w:rsid w:val="00E35E63"/>
    <w:rsid w:val="00E3704B"/>
    <w:rsid w:val="00E37B0F"/>
    <w:rsid w:val="00E4168C"/>
    <w:rsid w:val="00E430DC"/>
    <w:rsid w:val="00E44F6E"/>
    <w:rsid w:val="00E5094C"/>
    <w:rsid w:val="00E50AA7"/>
    <w:rsid w:val="00E50E89"/>
    <w:rsid w:val="00E51BEA"/>
    <w:rsid w:val="00E51F5A"/>
    <w:rsid w:val="00E660C1"/>
    <w:rsid w:val="00E66DF6"/>
    <w:rsid w:val="00E75AFA"/>
    <w:rsid w:val="00E832BC"/>
    <w:rsid w:val="00E833D4"/>
    <w:rsid w:val="00E90888"/>
    <w:rsid w:val="00E92270"/>
    <w:rsid w:val="00E925DA"/>
    <w:rsid w:val="00E9460E"/>
    <w:rsid w:val="00E95B3E"/>
    <w:rsid w:val="00EA3DC8"/>
    <w:rsid w:val="00EA4C11"/>
    <w:rsid w:val="00EA5416"/>
    <w:rsid w:val="00EA5CAB"/>
    <w:rsid w:val="00EA6030"/>
    <w:rsid w:val="00EB2DE1"/>
    <w:rsid w:val="00EB394A"/>
    <w:rsid w:val="00EB53ED"/>
    <w:rsid w:val="00EC0532"/>
    <w:rsid w:val="00EC3545"/>
    <w:rsid w:val="00EC79D0"/>
    <w:rsid w:val="00ED0716"/>
    <w:rsid w:val="00ED4895"/>
    <w:rsid w:val="00ED5F37"/>
    <w:rsid w:val="00ED6321"/>
    <w:rsid w:val="00ED7CAB"/>
    <w:rsid w:val="00EE78DD"/>
    <w:rsid w:val="00EF0748"/>
    <w:rsid w:val="00EF11B0"/>
    <w:rsid w:val="00EF6AF1"/>
    <w:rsid w:val="00EF7DE3"/>
    <w:rsid w:val="00EF7FEB"/>
    <w:rsid w:val="00F0075E"/>
    <w:rsid w:val="00F008F2"/>
    <w:rsid w:val="00F00BAD"/>
    <w:rsid w:val="00F01060"/>
    <w:rsid w:val="00F06559"/>
    <w:rsid w:val="00F06986"/>
    <w:rsid w:val="00F11BE3"/>
    <w:rsid w:val="00F1717D"/>
    <w:rsid w:val="00F207D5"/>
    <w:rsid w:val="00F214AC"/>
    <w:rsid w:val="00F245CE"/>
    <w:rsid w:val="00F31E29"/>
    <w:rsid w:val="00F350E9"/>
    <w:rsid w:val="00F41D80"/>
    <w:rsid w:val="00F423B6"/>
    <w:rsid w:val="00F44A92"/>
    <w:rsid w:val="00F5076D"/>
    <w:rsid w:val="00F53660"/>
    <w:rsid w:val="00F576A7"/>
    <w:rsid w:val="00F5797F"/>
    <w:rsid w:val="00F62289"/>
    <w:rsid w:val="00F63AAA"/>
    <w:rsid w:val="00F63EF7"/>
    <w:rsid w:val="00F64414"/>
    <w:rsid w:val="00F64DC7"/>
    <w:rsid w:val="00F653F1"/>
    <w:rsid w:val="00F65E8E"/>
    <w:rsid w:val="00F67EE0"/>
    <w:rsid w:val="00F75E04"/>
    <w:rsid w:val="00F7657D"/>
    <w:rsid w:val="00F77F37"/>
    <w:rsid w:val="00F85BDD"/>
    <w:rsid w:val="00F862D0"/>
    <w:rsid w:val="00F921FF"/>
    <w:rsid w:val="00F927A9"/>
    <w:rsid w:val="00F95893"/>
    <w:rsid w:val="00FA06CA"/>
    <w:rsid w:val="00FA1E25"/>
    <w:rsid w:val="00FA355D"/>
    <w:rsid w:val="00FA3809"/>
    <w:rsid w:val="00FB27C7"/>
    <w:rsid w:val="00FB290F"/>
    <w:rsid w:val="00FB5180"/>
    <w:rsid w:val="00FC046D"/>
    <w:rsid w:val="00FC0B0F"/>
    <w:rsid w:val="00FC3648"/>
    <w:rsid w:val="00FC3A64"/>
    <w:rsid w:val="00FC458A"/>
    <w:rsid w:val="00FC6A5D"/>
    <w:rsid w:val="00FD1E09"/>
    <w:rsid w:val="00FD21E0"/>
    <w:rsid w:val="00FD259B"/>
    <w:rsid w:val="00FD2D5B"/>
    <w:rsid w:val="00FD5375"/>
    <w:rsid w:val="00FD7AB9"/>
    <w:rsid w:val="00FD7F4C"/>
    <w:rsid w:val="00FE05CF"/>
    <w:rsid w:val="00FE0783"/>
    <w:rsid w:val="00FE0B1C"/>
    <w:rsid w:val="00FE1C01"/>
    <w:rsid w:val="00FE7718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5D9A6-A0FD-4086-BDA7-9AA40E9A3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Шорохова Любовь Вячеславовна</dc:creator>
  <cp:keywords/>
  <dc:description/>
  <cp:lastModifiedBy>Шорохова Любовь Вячеславовна</cp:lastModifiedBy>
  <cp:revision>2</cp:revision>
  <dcterms:created xsi:type="dcterms:W3CDTF">2021-04-15T10:07:00Z</dcterms:created>
  <dcterms:modified xsi:type="dcterms:W3CDTF">2021-04-15T11:13:00Z</dcterms:modified>
</cp:coreProperties>
</file>